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5FC9D286" w:rsidR="008A012F" w:rsidRPr="009642C8" w:rsidRDefault="008A012F" w:rsidP="009642C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642C8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44BAC406" w:rsidR="008A012F" w:rsidRPr="009642C8" w:rsidRDefault="008A012F" w:rsidP="00EF050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642C8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EF050C" w:rsidRPr="00EF050C">
              <w:rPr>
                <w:rStyle w:val="SITemporaryText-blue"/>
                <w:color w:val="auto"/>
                <w:sz w:val="20"/>
              </w:rPr>
              <w:t xml:space="preserve">AHC Agriculture, Horticulture and Conservation and Land Management </w:t>
            </w:r>
            <w:r w:rsidRPr="00EF050C">
              <w:rPr>
                <w:rStyle w:val="SITemporaryText-blue"/>
                <w:color w:val="auto"/>
                <w:sz w:val="20"/>
              </w:rPr>
              <w:t>Training</w:t>
            </w:r>
            <w:r w:rsidRPr="009642C8">
              <w:rPr>
                <w:rStyle w:val="SITemporaryText-blue"/>
                <w:color w:val="auto"/>
                <w:sz w:val="20"/>
              </w:rPr>
              <w:t xml:space="preserve"> Package Version </w:t>
            </w:r>
            <w:r w:rsidR="009642C8" w:rsidRPr="00277778">
              <w:rPr>
                <w:rStyle w:val="SITemporaryText-blue"/>
                <w:color w:val="auto"/>
                <w:sz w:val="20"/>
              </w:rPr>
              <w:t>8</w:t>
            </w:r>
            <w:r w:rsidRPr="009642C8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3D0C05AF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8E225E">
              <w:t>3</w:t>
            </w:r>
            <w:r w:rsidR="00277778">
              <w:t>X</w:t>
            </w:r>
            <w:r w:rsidR="006D0C87">
              <w:t>4</w:t>
            </w:r>
          </w:p>
        </w:tc>
        <w:tc>
          <w:tcPr>
            <w:tcW w:w="3604" w:type="pct"/>
            <w:shd w:val="clear" w:color="auto" w:fill="auto"/>
          </w:tcPr>
          <w:p w14:paraId="5DC38CF2" w14:textId="43D7B616" w:rsidR="00F1480E" w:rsidRPr="005404CB" w:rsidRDefault="006D0C87" w:rsidP="005404CB">
            <w:pPr>
              <w:pStyle w:val="SIUnittitle"/>
            </w:pPr>
            <w:r w:rsidRPr="006D0C87">
              <w:t>Respond to rescue incidents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1083561" w14:textId="77777777" w:rsidR="00156D52" w:rsidRPr="00156D52" w:rsidRDefault="00156D52" w:rsidP="00156D52">
            <w:r w:rsidRPr="00156D52">
              <w:t>This unit of competency describes the skills and knowledge required to respond to emergency and rescue incidents.</w:t>
            </w:r>
          </w:p>
          <w:p w14:paraId="42F4BC94" w14:textId="77777777" w:rsidR="00156D52" w:rsidRPr="00156D52" w:rsidRDefault="00156D52" w:rsidP="00156D52"/>
          <w:p w14:paraId="281A824C" w14:textId="0885EF13" w:rsidR="00156D52" w:rsidRPr="00156D52" w:rsidRDefault="00156D52" w:rsidP="00156D52">
            <w:r w:rsidRPr="00156D52">
              <w:t>Th</w:t>
            </w:r>
            <w:r w:rsidR="009642C8">
              <w:t>e</w:t>
            </w:r>
            <w:r w:rsidRPr="00156D52">
              <w:t xml:space="preserve"> unit applies to individuals who </w:t>
            </w:r>
            <w:r w:rsidR="009642C8">
              <w:t>respond to rescue incidents</w:t>
            </w:r>
            <w:r w:rsidRPr="00156D52">
              <w:t xml:space="preserve"> under broad </w:t>
            </w:r>
            <w:proofErr w:type="gramStart"/>
            <w:r w:rsidRPr="00156D52">
              <w:t>direction</w:t>
            </w:r>
            <w:r w:rsidR="009642C8">
              <w:t>,</w:t>
            </w:r>
            <w:r w:rsidRPr="00156D52">
              <w:t xml:space="preserve"> and</w:t>
            </w:r>
            <w:proofErr w:type="gramEnd"/>
            <w:r w:rsidRPr="00156D52">
              <w:t xml:space="preserve"> take responsibility for their own work.</w:t>
            </w:r>
          </w:p>
          <w:p w14:paraId="1C0568B1" w14:textId="47076EBF" w:rsidR="00156D52" w:rsidRDefault="00156D52" w:rsidP="00156D52"/>
          <w:p w14:paraId="0330609E" w14:textId="618D917D" w:rsidR="009642C8" w:rsidRDefault="009642C8" w:rsidP="00156D52">
            <w:r w:rsidRPr="009642C8">
              <w:t>All work must be carried out to comply with workplace procedures, health and safety in the workplace requirements, legislative and regulatory requirements.</w:t>
            </w:r>
          </w:p>
          <w:p w14:paraId="5E66B56E" w14:textId="77777777" w:rsidR="009642C8" w:rsidRPr="00156D52" w:rsidRDefault="009642C8" w:rsidP="00156D52"/>
          <w:p w14:paraId="3202A0B8" w14:textId="0EC44CFF" w:rsidR="00CC1B21" w:rsidRPr="000754EC" w:rsidRDefault="00156D52" w:rsidP="00156D52">
            <w:r w:rsidRPr="00156D52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014766D0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56D52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5441CBBD" w:rsidR="00156D52" w:rsidRPr="00156D52" w:rsidRDefault="00156D52" w:rsidP="00156D52">
            <w:pPr>
              <w:pStyle w:val="SIText"/>
            </w:pPr>
            <w:r w:rsidRPr="00156D52">
              <w:t>1. Prepare for response</w:t>
            </w:r>
          </w:p>
        </w:tc>
        <w:tc>
          <w:tcPr>
            <w:tcW w:w="3604" w:type="pct"/>
            <w:shd w:val="clear" w:color="auto" w:fill="auto"/>
          </w:tcPr>
          <w:p w14:paraId="75BFA788" w14:textId="5CF39D5E" w:rsidR="00156D52" w:rsidRPr="00156D52" w:rsidRDefault="00156D52" w:rsidP="00687F9D">
            <w:r w:rsidRPr="00156D52">
              <w:t>1.1 Obtain task and operational instructions</w:t>
            </w:r>
          </w:p>
          <w:p w14:paraId="548B1453" w14:textId="08E90235" w:rsidR="00156D52" w:rsidRDefault="00156D52" w:rsidP="00156D52">
            <w:r w:rsidRPr="00156D52">
              <w:t>1.</w:t>
            </w:r>
            <w:r w:rsidR="00687F9D">
              <w:t>2</w:t>
            </w:r>
            <w:r w:rsidRPr="00156D52">
              <w:t xml:space="preserve"> Confirm location </w:t>
            </w:r>
            <w:r w:rsidR="00687F9D">
              <w:t xml:space="preserve">and </w:t>
            </w:r>
            <w:r w:rsidRPr="00156D52">
              <w:t>details of incident</w:t>
            </w:r>
          </w:p>
          <w:p w14:paraId="2B8848A4" w14:textId="142859D8" w:rsidR="00687F9D" w:rsidRPr="00156D52" w:rsidRDefault="00687F9D" w:rsidP="00156D52">
            <w:r>
              <w:t>1.3 Collect tools and equipment according to task requirements</w:t>
            </w:r>
          </w:p>
          <w:p w14:paraId="1747C272" w14:textId="77777777" w:rsidR="00687F9D" w:rsidRDefault="00156D52" w:rsidP="00156D52">
            <w:r w:rsidRPr="00156D52">
              <w:t xml:space="preserve">1.4 </w:t>
            </w:r>
            <w:r w:rsidR="00687F9D">
              <w:t>Check tools and equipment for serviceability</w:t>
            </w:r>
          </w:p>
          <w:p w14:paraId="2E425CFF" w14:textId="77777777" w:rsidR="00CE45CA" w:rsidRDefault="00687F9D" w:rsidP="00156D52">
            <w:r>
              <w:t xml:space="preserve">1.5 </w:t>
            </w:r>
            <w:r w:rsidR="0042783A">
              <w:t xml:space="preserve">Identify faulty or unsafe tools and </w:t>
            </w:r>
            <w:r w:rsidR="00CE45CA">
              <w:t>equipment and separate for repair or replacement</w:t>
            </w:r>
          </w:p>
          <w:p w14:paraId="7697A12C" w14:textId="6E0663AC" w:rsidR="00156D52" w:rsidRPr="00156D52" w:rsidRDefault="00CE45CA" w:rsidP="00156D52">
            <w:r>
              <w:t xml:space="preserve">1.6 </w:t>
            </w:r>
            <w:r w:rsidR="00156D52" w:rsidRPr="00156D52">
              <w:t>Select</w:t>
            </w:r>
            <w:r w:rsidR="00687F9D">
              <w:t>, fit,</w:t>
            </w:r>
            <w:r w:rsidR="00156D52" w:rsidRPr="00156D52">
              <w:t xml:space="preserve"> </w:t>
            </w:r>
            <w:proofErr w:type="gramStart"/>
            <w:r w:rsidR="00156D52" w:rsidRPr="00156D52">
              <w:t>use</w:t>
            </w:r>
            <w:proofErr w:type="gramEnd"/>
            <w:r w:rsidR="00687F9D">
              <w:t xml:space="preserve"> and maintain</w:t>
            </w:r>
            <w:r w:rsidR="00156D52" w:rsidRPr="00156D52">
              <w:t xml:space="preserve"> personal protective equipment</w:t>
            </w:r>
            <w:r w:rsidR="00687F9D">
              <w:t xml:space="preserve"> (PPE) applicable to the task</w:t>
            </w:r>
          </w:p>
          <w:p w14:paraId="36FFA5C5" w14:textId="062AB513" w:rsidR="00156D52" w:rsidRPr="00156D52" w:rsidRDefault="00156D52" w:rsidP="00156D52">
            <w:pPr>
              <w:pStyle w:val="SIText"/>
            </w:pPr>
            <w:r w:rsidRPr="00156D52">
              <w:t>1.</w:t>
            </w:r>
            <w:r w:rsidR="00CE45CA">
              <w:t>7</w:t>
            </w:r>
            <w:r w:rsidRPr="00156D52">
              <w:t xml:space="preserve"> </w:t>
            </w:r>
            <w:r w:rsidR="009642C8">
              <w:t>Ide</w:t>
            </w:r>
            <w:r w:rsidRPr="00156D52">
              <w:t>ntify local environment conditions</w:t>
            </w:r>
          </w:p>
        </w:tc>
      </w:tr>
      <w:tr w:rsidR="00156D52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4AC16536" w:rsidR="00156D52" w:rsidRPr="00156D52" w:rsidRDefault="00156D52" w:rsidP="00156D52">
            <w:pPr>
              <w:pStyle w:val="SIText"/>
            </w:pPr>
            <w:r w:rsidRPr="00156D52">
              <w:t>2. Respond to incident</w:t>
            </w:r>
          </w:p>
        </w:tc>
        <w:tc>
          <w:tcPr>
            <w:tcW w:w="3604" w:type="pct"/>
            <w:shd w:val="clear" w:color="auto" w:fill="auto"/>
          </w:tcPr>
          <w:p w14:paraId="6170799B" w14:textId="77777777" w:rsidR="00156D52" w:rsidRPr="00156D52" w:rsidRDefault="00156D52" w:rsidP="00156D52">
            <w:r w:rsidRPr="00156D52">
              <w:t>2.1 Travel to incident location in a safe and efficient manner</w:t>
            </w:r>
          </w:p>
          <w:p w14:paraId="32F61C55" w14:textId="2E472224" w:rsidR="00156D52" w:rsidRPr="00156D52" w:rsidRDefault="00156D52" w:rsidP="00156D52">
            <w:r w:rsidRPr="00156D52">
              <w:t xml:space="preserve">2.2 Maintain communication with base station and other </w:t>
            </w:r>
            <w:r w:rsidR="0040719F">
              <w:t xml:space="preserve">rescue </w:t>
            </w:r>
            <w:r w:rsidRPr="00156D52">
              <w:t>personnel at all times</w:t>
            </w:r>
          </w:p>
          <w:p w14:paraId="215A6E64" w14:textId="26A9A75F" w:rsidR="00156D52" w:rsidRPr="00156D52" w:rsidRDefault="00156D52" w:rsidP="00156D52">
            <w:pPr>
              <w:pStyle w:val="SIText"/>
            </w:pPr>
            <w:r w:rsidRPr="00156D52">
              <w:t>2.3 Carry out on site search activities as necessary</w:t>
            </w:r>
          </w:p>
        </w:tc>
      </w:tr>
      <w:tr w:rsidR="00156D52" w:rsidRPr="00963A46" w14:paraId="60008F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C72F8C" w14:textId="2F71497C" w:rsidR="00156D52" w:rsidRPr="00156D52" w:rsidRDefault="00156D52" w:rsidP="00156D52">
            <w:pPr>
              <w:pStyle w:val="SIText"/>
            </w:pPr>
            <w:r w:rsidRPr="00156D52">
              <w:t xml:space="preserve">3. </w:t>
            </w:r>
            <w:r w:rsidR="00277778">
              <w:t xml:space="preserve">Effect </w:t>
            </w:r>
            <w:r w:rsidRPr="00156D52">
              <w:t>Rescue</w:t>
            </w:r>
          </w:p>
        </w:tc>
        <w:tc>
          <w:tcPr>
            <w:tcW w:w="3604" w:type="pct"/>
            <w:shd w:val="clear" w:color="auto" w:fill="auto"/>
          </w:tcPr>
          <w:p w14:paraId="7DF13D3B" w14:textId="77777777" w:rsidR="00156D52" w:rsidRPr="00156D52" w:rsidRDefault="00156D52" w:rsidP="00156D52">
            <w:r w:rsidRPr="00156D52">
              <w:t>3.1 Assess and monitor incident scene for hazards and appropriateness of planned procedures</w:t>
            </w:r>
          </w:p>
          <w:p w14:paraId="2AC6F480" w14:textId="77777777" w:rsidR="00156D52" w:rsidRPr="00156D52" w:rsidRDefault="00156D52" w:rsidP="00156D52">
            <w:r w:rsidRPr="00156D52">
              <w:t>3.2 Modify planned procedures where necessary in response to local circumstances</w:t>
            </w:r>
          </w:p>
          <w:p w14:paraId="2D9E93EA" w14:textId="77777777" w:rsidR="00156D52" w:rsidRPr="00156D52" w:rsidRDefault="00156D52" w:rsidP="00156D52">
            <w:r w:rsidRPr="00156D52">
              <w:t>3.3 Provide support to other rescue services as appropriate</w:t>
            </w:r>
          </w:p>
          <w:p w14:paraId="379D4170" w14:textId="77777777" w:rsidR="00156D52" w:rsidRPr="00156D52" w:rsidRDefault="00156D52" w:rsidP="00156D52">
            <w:r w:rsidRPr="00156D52">
              <w:t>3.4 Obtain access to casualties safely</w:t>
            </w:r>
          </w:p>
          <w:p w14:paraId="26E43FD4" w14:textId="77777777" w:rsidR="00156D52" w:rsidRPr="00156D52" w:rsidRDefault="00156D52" w:rsidP="00156D52">
            <w:r w:rsidRPr="00156D52">
              <w:t>3.5 Operate equipment safely and appropriately</w:t>
            </w:r>
          </w:p>
          <w:p w14:paraId="1D716F33" w14:textId="281CDAA3" w:rsidR="00156D52" w:rsidRPr="00156D52" w:rsidRDefault="00156D52" w:rsidP="00156D52">
            <w:r w:rsidRPr="00156D52">
              <w:t xml:space="preserve">3.6 Communicate the progress of the rescue to appropriate </w:t>
            </w:r>
            <w:r w:rsidR="0040719F">
              <w:t xml:space="preserve">rescue </w:t>
            </w:r>
            <w:r w:rsidRPr="00156D52">
              <w:t>pe</w:t>
            </w:r>
            <w:r w:rsidR="0040719F">
              <w:t>rsonnel</w:t>
            </w:r>
          </w:p>
          <w:p w14:paraId="3177E7B3" w14:textId="0DEAC2B4" w:rsidR="00156D52" w:rsidRPr="00156D52" w:rsidRDefault="00156D52" w:rsidP="00156D52">
            <w:r w:rsidRPr="00156D52">
              <w:t xml:space="preserve">3.7 </w:t>
            </w:r>
            <w:r w:rsidR="00901150">
              <w:t xml:space="preserve">Move </w:t>
            </w:r>
            <w:r w:rsidRPr="00156D52">
              <w:t>casualties to safety</w:t>
            </w:r>
            <w:r w:rsidR="00901150">
              <w:t xml:space="preserve"> as directed</w:t>
            </w:r>
          </w:p>
        </w:tc>
      </w:tr>
      <w:tr w:rsidR="00156D52" w:rsidRPr="00963A46" w14:paraId="061CA7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60A70B" w14:textId="2D1EDA64" w:rsidR="00156D52" w:rsidRPr="00156D52" w:rsidRDefault="00156D52" w:rsidP="00156D52">
            <w:pPr>
              <w:pStyle w:val="SIText"/>
            </w:pPr>
            <w:r w:rsidRPr="00156D52">
              <w:t>4. Implement post incident responses</w:t>
            </w:r>
          </w:p>
        </w:tc>
        <w:tc>
          <w:tcPr>
            <w:tcW w:w="3604" w:type="pct"/>
            <w:shd w:val="clear" w:color="auto" w:fill="auto"/>
          </w:tcPr>
          <w:p w14:paraId="6D30ED0B" w14:textId="5BF33E8E" w:rsidR="00156D52" w:rsidRPr="00156D52" w:rsidRDefault="00156D52" w:rsidP="00156D52">
            <w:r w:rsidRPr="00156D52">
              <w:t>4.1 Recover, clean</w:t>
            </w:r>
            <w:r w:rsidR="00687F9D">
              <w:t>,</w:t>
            </w:r>
            <w:r w:rsidRPr="00156D52">
              <w:t xml:space="preserve"> </w:t>
            </w:r>
            <w:r w:rsidR="00CE45CA">
              <w:t xml:space="preserve">maintain </w:t>
            </w:r>
            <w:r w:rsidR="00687F9D">
              <w:t xml:space="preserve">and store tools, </w:t>
            </w:r>
            <w:proofErr w:type="gramStart"/>
            <w:r w:rsidRPr="00156D52">
              <w:t>equipment</w:t>
            </w:r>
            <w:proofErr w:type="gramEnd"/>
            <w:r w:rsidR="00687F9D">
              <w:t xml:space="preserve"> and PPE</w:t>
            </w:r>
          </w:p>
          <w:p w14:paraId="27F53C72" w14:textId="379045A5" w:rsidR="00156D52" w:rsidRPr="00156D52" w:rsidRDefault="00156D52">
            <w:r w:rsidRPr="00156D52">
              <w:t xml:space="preserve">4.2 </w:t>
            </w:r>
            <w:r w:rsidR="00901150">
              <w:t>Document and r</w:t>
            </w:r>
            <w:r w:rsidRPr="00156D52">
              <w:t>eport incidents</w:t>
            </w:r>
            <w:r w:rsidR="00687F9D">
              <w:t xml:space="preserve"> and tools and equipment </w:t>
            </w:r>
            <w:r w:rsidR="00CE45CA">
              <w:t xml:space="preserve">unserviceability </w:t>
            </w:r>
            <w:r w:rsidR="00687F9D">
              <w:t>to supervisor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2684D" w:rsidRPr="00336FCA" w:rsidDel="00423CB2" w14:paraId="6AD2F76B" w14:textId="77777777" w:rsidTr="00CA2922">
        <w:tc>
          <w:tcPr>
            <w:tcW w:w="1396" w:type="pct"/>
          </w:tcPr>
          <w:p w14:paraId="7D795EC9" w14:textId="40DF7912" w:rsidR="0092684D" w:rsidRPr="00277778" w:rsidRDefault="0092684D" w:rsidP="0092684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77778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418A1EF8" w14:textId="399D1633" w:rsidR="0092684D" w:rsidRPr="00277778" w:rsidRDefault="0092684D" w:rsidP="0092684D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77778">
              <w:rPr>
                <w:rStyle w:val="SITemporaryText-red"/>
                <w:color w:val="auto"/>
                <w:sz w:val="20"/>
              </w:rPr>
              <w:t>Use clear language, accurate industry terminology and logical structure to complete documentation</w:t>
            </w:r>
          </w:p>
        </w:tc>
      </w:tr>
      <w:tr w:rsidR="0092684D" w:rsidRPr="00336FCA" w:rsidDel="00423CB2" w14:paraId="55A8B605" w14:textId="77777777" w:rsidTr="00CA2922">
        <w:tc>
          <w:tcPr>
            <w:tcW w:w="1396" w:type="pct"/>
          </w:tcPr>
          <w:p w14:paraId="3A6AB038" w14:textId="70F55C2D" w:rsidR="0092684D" w:rsidRPr="00277778" w:rsidRDefault="0092684D" w:rsidP="0092684D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77778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FDE18A5" w14:textId="079D4131" w:rsidR="0092684D" w:rsidRPr="00277778" w:rsidRDefault="0092684D" w:rsidP="0092684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77778">
              <w:rPr>
                <w:rStyle w:val="SITemporaryText-red"/>
                <w:rFonts w:eastAsia="Calibri"/>
                <w:color w:val="auto"/>
                <w:sz w:val="20"/>
              </w:rPr>
              <w:t xml:space="preserve">Use clear language with </w:t>
            </w:r>
            <w:r w:rsidRPr="0092684D">
              <w:t xml:space="preserve">supervisor, base station and other </w:t>
            </w:r>
            <w:r w:rsidR="0040719F">
              <w:t xml:space="preserve">rescue </w:t>
            </w:r>
            <w:r w:rsidRPr="0092684D">
              <w:t xml:space="preserve">personnel </w:t>
            </w:r>
            <w:r w:rsidRPr="00277778">
              <w:rPr>
                <w:rStyle w:val="SITemporaryText-red"/>
                <w:rFonts w:eastAsia="Calibri"/>
                <w:color w:val="auto"/>
                <w:sz w:val="20"/>
              </w:rPr>
              <w:t>to report site search activities, rescue progress and provide support to rescue services</w:t>
            </w:r>
          </w:p>
          <w:p w14:paraId="08B9A983" w14:textId="6F185E09" w:rsidR="0092684D" w:rsidRPr="00277778" w:rsidRDefault="0092684D" w:rsidP="0092684D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77778">
              <w:rPr>
                <w:rStyle w:val="SITemporaryText-red"/>
                <w:rFonts w:eastAsia="Calibri"/>
                <w:color w:val="auto"/>
                <w:sz w:val="20"/>
              </w:rPr>
              <w:t>Use clear language to report incidents, and tools and equipment unserviceability</w:t>
            </w:r>
          </w:p>
        </w:tc>
      </w:tr>
      <w:tr w:rsidR="00BF47A9" w:rsidRPr="00336FCA" w:rsidDel="00423CB2" w14:paraId="5DBE6592" w14:textId="77777777" w:rsidTr="00BF47A9">
        <w:tc>
          <w:tcPr>
            <w:tcW w:w="5000" w:type="pct"/>
            <w:gridSpan w:val="2"/>
          </w:tcPr>
          <w:p w14:paraId="4D0F445C" w14:textId="34CC8F47" w:rsidR="00BF47A9" w:rsidRPr="0003463A" w:rsidRDefault="00BF47A9" w:rsidP="0003463A">
            <w:pPr>
              <w:pStyle w:val="SIText"/>
              <w:rPr>
                <w:rFonts w:eastAsia="Calibri"/>
              </w:rPr>
            </w:pP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19C52E9B" w:rsidR="00F46BB2" w:rsidRPr="00FF1E03" w:rsidRDefault="00FF1E03" w:rsidP="00FF1E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959C6">
              <w:t>AHCWRK3</w:t>
            </w:r>
            <w:r w:rsidRPr="00FF1E03">
              <w:t>X</w:t>
            </w:r>
            <w:r w:rsidR="00EE3E10">
              <w:t>4</w:t>
            </w:r>
            <w:r>
              <w:t xml:space="preserve"> Respond to rescue incidents</w:t>
            </w:r>
          </w:p>
        </w:tc>
        <w:tc>
          <w:tcPr>
            <w:tcW w:w="1105" w:type="pct"/>
          </w:tcPr>
          <w:p w14:paraId="68CA03F4" w14:textId="26A16372" w:rsidR="00F46BB2" w:rsidRPr="00FF1E03" w:rsidRDefault="003176DB" w:rsidP="00FF1E03">
            <w:pPr>
              <w:pStyle w:val="SIText"/>
            </w:pPr>
            <w:r w:rsidRPr="00FF1E03">
              <w:t>AHCWRK304 Respond to rescue incidents</w:t>
            </w:r>
          </w:p>
        </w:tc>
        <w:tc>
          <w:tcPr>
            <w:tcW w:w="1251" w:type="pct"/>
          </w:tcPr>
          <w:p w14:paraId="6B5DE4AB" w14:textId="77777777" w:rsidR="009642C8" w:rsidRPr="009642C8" w:rsidRDefault="009642C8" w:rsidP="009642C8">
            <w:pPr>
              <w:pStyle w:val="SIText"/>
            </w:pPr>
            <w:r w:rsidRPr="007716AA">
              <w:t>Minor changes application</w:t>
            </w:r>
          </w:p>
          <w:p w14:paraId="0C1A5B3A" w14:textId="65665F91" w:rsidR="009642C8" w:rsidRPr="009642C8" w:rsidRDefault="009642C8" w:rsidP="009642C8">
            <w:pPr>
              <w:pStyle w:val="SIText"/>
            </w:pPr>
            <w:r w:rsidRPr="007716AA">
              <w:t>M</w:t>
            </w:r>
            <w:r w:rsidR="00C830A9">
              <w:t>ajor and m</w:t>
            </w:r>
            <w:r w:rsidRPr="007716AA">
              <w:t>inor changes to performance criteria</w:t>
            </w:r>
          </w:p>
          <w:p w14:paraId="29068B99" w14:textId="6A2A7125" w:rsidR="00F46BB2" w:rsidRPr="00FF1E03" w:rsidRDefault="009642C8" w:rsidP="009642C8">
            <w:pPr>
              <w:pStyle w:val="SIText"/>
            </w:pPr>
            <w:r w:rsidRPr="007716AA">
              <w:t>Foundation skills added 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1870DF4A" w:rsidR="00F46BB2" w:rsidRPr="00FF1E03" w:rsidRDefault="009642C8" w:rsidP="00FF1E03">
            <w:pPr>
              <w:pStyle w:val="SIText"/>
            </w:pPr>
            <w:r>
              <w:t>Not e</w:t>
            </w:r>
            <w:r w:rsidR="0003463A" w:rsidRPr="00FF1E03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4ADCC11E" w:rsidR="00E17A92" w:rsidRPr="005404CB" w:rsidRDefault="00520E9A" w:rsidP="007F1D09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9642C8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3D32C950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6D0C87" w:rsidRPr="006D0C87">
              <w:t>AHCWRK3</w:t>
            </w:r>
            <w:r w:rsidR="009642C8">
              <w:t>X</w:t>
            </w:r>
            <w:r w:rsidR="006D0C87" w:rsidRPr="006D0C87">
              <w:t>4 Respond to rescue incidents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540C8A7A" w14:textId="77777777" w:rsidR="00FF1E03" w:rsidRPr="00FF1E03" w:rsidRDefault="00FF1E03" w:rsidP="00FF1E03">
            <w:r w:rsidRPr="000709F8">
              <w:t>An individual demonstrating competency must satisfy all of the elements and performance criteria in this unit.</w:t>
            </w:r>
          </w:p>
          <w:p w14:paraId="0BF8B283" w14:textId="7F29863A" w:rsidR="003176DB" w:rsidRPr="003176DB" w:rsidRDefault="00FF1E03" w:rsidP="003176DB">
            <w:r w:rsidRPr="000709F8">
              <w:t xml:space="preserve">There must be evidence that the </w:t>
            </w:r>
            <w:r w:rsidRPr="00FF1E03">
              <w:t>individual has</w:t>
            </w:r>
            <w:r>
              <w:t xml:space="preserve"> responded to rescue incidents on at least one occasion and has</w:t>
            </w:r>
            <w:r w:rsidR="003176DB" w:rsidRPr="003176DB">
              <w:t>:</w:t>
            </w:r>
          </w:p>
          <w:p w14:paraId="11454A6C" w14:textId="158E8F35" w:rsidR="003176DB" w:rsidRPr="003176DB" w:rsidRDefault="003176DB" w:rsidP="003176DB">
            <w:pPr>
              <w:pStyle w:val="SIBulletList1"/>
            </w:pPr>
            <w:r w:rsidRPr="003176DB">
              <w:t>investigate</w:t>
            </w:r>
            <w:r w:rsidR="00FF1E03">
              <w:t>d</w:t>
            </w:r>
            <w:r w:rsidRPr="003176DB">
              <w:t xml:space="preserve"> the circumstances and logistics for the emergency</w:t>
            </w:r>
          </w:p>
          <w:p w14:paraId="2A44C250" w14:textId="770F4DE3" w:rsidR="003176DB" w:rsidRPr="003176DB" w:rsidRDefault="003176DB" w:rsidP="003176DB">
            <w:pPr>
              <w:pStyle w:val="SIBulletList1"/>
            </w:pPr>
            <w:r w:rsidRPr="003176DB">
              <w:t>carr</w:t>
            </w:r>
            <w:r w:rsidR="00FF1E03">
              <w:t>ied</w:t>
            </w:r>
            <w:r w:rsidRPr="003176DB">
              <w:t xml:space="preserve"> out preparation and move</w:t>
            </w:r>
            <w:r w:rsidR="00FF1E03">
              <w:t>d</w:t>
            </w:r>
            <w:r w:rsidRPr="003176DB">
              <w:t xml:space="preserve"> to the rescue site</w:t>
            </w:r>
          </w:p>
          <w:p w14:paraId="6EE0F150" w14:textId="77777777" w:rsidR="008A0CF3" w:rsidRPr="008A0CF3" w:rsidRDefault="008A0CF3" w:rsidP="008A0CF3">
            <w:pPr>
              <w:pStyle w:val="SIBulletList1"/>
            </w:pPr>
            <w:r w:rsidRPr="008A0CF3">
              <w:t>applied workplace health and safety requirements, including fitted and used personal protective equipment (PPE)</w:t>
            </w:r>
          </w:p>
          <w:p w14:paraId="2ADF4FEE" w14:textId="0B1AC97F" w:rsidR="003176DB" w:rsidRPr="003176DB" w:rsidRDefault="003176DB" w:rsidP="003176DB">
            <w:pPr>
              <w:pStyle w:val="SIBulletList1"/>
            </w:pPr>
            <w:r w:rsidRPr="003176DB">
              <w:t>assess</w:t>
            </w:r>
            <w:r w:rsidR="00FF1E03">
              <w:t>ed</w:t>
            </w:r>
            <w:r w:rsidRPr="003176DB">
              <w:t xml:space="preserve"> the situation and establish</w:t>
            </w:r>
            <w:r w:rsidR="00FF1E03">
              <w:t>ed</w:t>
            </w:r>
            <w:r w:rsidRPr="003176DB">
              <w:t xml:space="preserve"> communication with additional or specialist help</w:t>
            </w:r>
          </w:p>
          <w:p w14:paraId="540A2145" w14:textId="212BF02F" w:rsidR="003176DB" w:rsidRPr="003176DB" w:rsidRDefault="003176DB" w:rsidP="003176DB">
            <w:pPr>
              <w:pStyle w:val="SIBulletList1"/>
            </w:pPr>
            <w:r w:rsidRPr="003176DB">
              <w:t>carr</w:t>
            </w:r>
            <w:r w:rsidR="00FF1E03">
              <w:t>ied</w:t>
            </w:r>
            <w:r w:rsidRPr="003176DB">
              <w:t xml:space="preserve"> out the required rescue or response to emergency</w:t>
            </w:r>
          </w:p>
          <w:p w14:paraId="23AB3CAB" w14:textId="644013DE" w:rsidR="003176DB" w:rsidRPr="003176DB" w:rsidRDefault="003176DB" w:rsidP="003176DB">
            <w:pPr>
              <w:pStyle w:val="SIBulletList1"/>
            </w:pPr>
            <w:r w:rsidRPr="003176DB">
              <w:t>implement</w:t>
            </w:r>
            <w:r w:rsidR="00FF1E03">
              <w:t>ed</w:t>
            </w:r>
            <w:r w:rsidRPr="003176DB">
              <w:t xml:space="preserve"> post incident responses</w:t>
            </w:r>
          </w:p>
          <w:p w14:paraId="6E81AE9B" w14:textId="55631629" w:rsidR="00E17A92" w:rsidRPr="005404CB" w:rsidRDefault="003176DB" w:rsidP="003176DB">
            <w:pPr>
              <w:pStyle w:val="SIBulletList1"/>
            </w:pPr>
            <w:r w:rsidRPr="003176DB">
              <w:t>use</w:t>
            </w:r>
            <w:r w:rsidR="00FF1E03">
              <w:t>d</w:t>
            </w:r>
            <w:r w:rsidRPr="003176DB">
              <w:t xml:space="preserve"> industry standard terminology.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A10E32">
        <w:trPr>
          <w:trHeight w:val="2025"/>
        </w:trPr>
        <w:tc>
          <w:tcPr>
            <w:tcW w:w="5000" w:type="pct"/>
            <w:shd w:val="clear" w:color="auto" w:fill="auto"/>
          </w:tcPr>
          <w:p w14:paraId="6E15F65A" w14:textId="55560C65" w:rsidR="003176DB" w:rsidRPr="003176DB" w:rsidRDefault="00FF1E03" w:rsidP="003176DB">
            <w:r w:rsidRPr="000709F8">
              <w:t xml:space="preserve">An individual must be able to demonstrate the knowledge required to perform the tasks outlined in the elements and performance </w:t>
            </w:r>
            <w:r w:rsidRPr="00FF1E03">
              <w:t>criteria of this unit. This includes</w:t>
            </w:r>
            <w:r w:rsidR="003176DB" w:rsidRPr="003176DB">
              <w:t xml:space="preserve"> knowledge of:</w:t>
            </w:r>
          </w:p>
          <w:p w14:paraId="12A7F494" w14:textId="77777777" w:rsidR="003176DB" w:rsidRPr="003176DB" w:rsidRDefault="003176DB" w:rsidP="003176DB">
            <w:pPr>
              <w:pStyle w:val="SIBulletList1"/>
            </w:pPr>
            <w:r w:rsidRPr="003176DB">
              <w:t>local environmental conditions</w:t>
            </w:r>
          </w:p>
          <w:p w14:paraId="505E9BA5" w14:textId="77777777" w:rsidR="003176DB" w:rsidRPr="003176DB" w:rsidRDefault="003176DB" w:rsidP="003176DB">
            <w:pPr>
              <w:pStyle w:val="SIBulletList1"/>
            </w:pPr>
            <w:r w:rsidRPr="003176DB">
              <w:t>search and rescue methods</w:t>
            </w:r>
          </w:p>
          <w:p w14:paraId="5885E687" w14:textId="77777777" w:rsidR="003176DB" w:rsidRPr="003176DB" w:rsidRDefault="003176DB" w:rsidP="003176DB">
            <w:pPr>
              <w:pStyle w:val="SIBulletList1"/>
            </w:pPr>
            <w:r w:rsidRPr="003176DB">
              <w:t>operation and characteristics of rescue equipment, tools and vehicles</w:t>
            </w:r>
          </w:p>
          <w:p w14:paraId="5459F270" w14:textId="77777777" w:rsidR="003176DB" w:rsidRPr="003176DB" w:rsidRDefault="003176DB" w:rsidP="003176DB">
            <w:pPr>
              <w:pStyle w:val="SIBulletList1"/>
            </w:pPr>
            <w:r w:rsidRPr="003176DB">
              <w:t>types of hazards and how they should be handled</w:t>
            </w:r>
          </w:p>
          <w:p w14:paraId="411BDF05" w14:textId="63071C4D" w:rsidR="003D33FD" w:rsidRPr="005404CB" w:rsidRDefault="008A0CF3">
            <w:pPr>
              <w:pStyle w:val="SIBulletList1"/>
            </w:pPr>
            <w:r w:rsidRPr="008A0CF3">
              <w:t xml:space="preserve">workplace requirements applicable to health and safety in the workplace for </w:t>
            </w:r>
            <w:r>
              <w:t>responding to rescue incidents</w:t>
            </w:r>
            <w:r w:rsidR="003176DB" w:rsidRPr="003176DB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63B84E7A" w14:textId="77777777" w:rsidR="00FF1E03" w:rsidRPr="00FF1E03" w:rsidRDefault="00FF1E03" w:rsidP="00FF1E03">
            <w:r w:rsidRPr="00FF1E03">
              <w:t xml:space="preserve">Assessment of the skills in this unit of competency must take place under the following conditions: </w:t>
            </w:r>
          </w:p>
          <w:p w14:paraId="30A78E31" w14:textId="77777777" w:rsidR="00FF1E03" w:rsidRPr="00FF1E03" w:rsidRDefault="00FF1E03" w:rsidP="00FF1E03">
            <w:pPr>
              <w:pStyle w:val="SIBulletList1"/>
            </w:pPr>
            <w:r w:rsidRPr="00370B58">
              <w:t>physical conditions:</w:t>
            </w:r>
          </w:p>
          <w:p w14:paraId="2706A88C" w14:textId="77777777" w:rsidR="00FF1E03" w:rsidRPr="00FF1E03" w:rsidRDefault="00FF1E03" w:rsidP="00FF1E03">
            <w:pPr>
              <w:pStyle w:val="SIBulletList2"/>
              <w:rPr>
                <w:rFonts w:eastAsia="Calibri"/>
              </w:rPr>
            </w:pPr>
            <w:r w:rsidRPr="00370B58">
              <w:t>a workplace setting or an environment that accurately represents workplace conditions</w:t>
            </w:r>
          </w:p>
          <w:p w14:paraId="457CC5EC" w14:textId="77777777" w:rsidR="00FF1E03" w:rsidRPr="00FF1E03" w:rsidRDefault="00FF1E03" w:rsidP="00FF1E03">
            <w:pPr>
              <w:pStyle w:val="SIBulletList1"/>
            </w:pPr>
            <w:r w:rsidRPr="00370B58">
              <w:t>resources, equipment and materials:</w:t>
            </w:r>
          </w:p>
          <w:p w14:paraId="19CDDDE5" w14:textId="232DCE55" w:rsidR="0040719F" w:rsidRDefault="0040719F" w:rsidP="00FF1E0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rescue</w:t>
            </w:r>
            <w:r w:rsidR="008A0CF3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tools and equipment</w:t>
            </w:r>
          </w:p>
          <w:p w14:paraId="48BD3DA8" w14:textId="65481801" w:rsidR="00FF1E03" w:rsidRPr="00FF1E03" w:rsidRDefault="0040719F" w:rsidP="00FF1E0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PPE applicable to responding to rescue incidents</w:t>
            </w:r>
          </w:p>
          <w:p w14:paraId="1EF32575" w14:textId="77777777" w:rsidR="00FF1E03" w:rsidRPr="00FF1E03" w:rsidRDefault="00FF1E03" w:rsidP="00FF1E03">
            <w:pPr>
              <w:pStyle w:val="SIBulletList1"/>
              <w:rPr>
                <w:rFonts w:eastAsia="Calibri"/>
              </w:rPr>
            </w:pPr>
            <w:r w:rsidRPr="00FF1E03">
              <w:rPr>
                <w:rFonts w:eastAsia="Calibri"/>
              </w:rPr>
              <w:t>specifications:</w:t>
            </w:r>
          </w:p>
          <w:p w14:paraId="70F0C1A8" w14:textId="02E9C658" w:rsidR="00FF1E03" w:rsidRPr="00FF1E03" w:rsidRDefault="0040719F" w:rsidP="00FF1E03">
            <w:pPr>
              <w:pStyle w:val="SIBulletList2"/>
            </w:pPr>
            <w:r w:rsidRPr="0040719F">
              <w:t>workplace health and safety legislation, regulations, codes of practice and workplace procedures relevant to</w:t>
            </w:r>
            <w:r>
              <w:t xml:space="preserve"> responding to rescue incidents</w:t>
            </w:r>
          </w:p>
          <w:p w14:paraId="5F424729" w14:textId="77777777" w:rsidR="00FF1E03" w:rsidRPr="00FF1E03" w:rsidRDefault="00FF1E03" w:rsidP="00FF1E03">
            <w:pPr>
              <w:pStyle w:val="SIBulletList1"/>
            </w:pPr>
            <w:r w:rsidRPr="00370B58">
              <w:t>relationships:</w:t>
            </w:r>
          </w:p>
          <w:p w14:paraId="0CB0D6ED" w14:textId="1B0DE928" w:rsidR="00FF1E03" w:rsidRPr="00FF1E03" w:rsidRDefault="0040719F" w:rsidP="00FF1E03">
            <w:pPr>
              <w:pStyle w:val="SIBulletList2"/>
            </w:pPr>
            <w:r w:rsidRPr="0040719F">
              <w:t>supervisor, base station and other rescue personnel</w:t>
            </w:r>
            <w:r w:rsidR="00FF1E03" w:rsidRPr="00370B58">
              <w:t>.</w:t>
            </w:r>
          </w:p>
          <w:p w14:paraId="7731EC34" w14:textId="77777777" w:rsidR="00FF1E03" w:rsidRPr="00FF1E03" w:rsidRDefault="00FF1E03" w:rsidP="00FF1E03"/>
          <w:p w14:paraId="29F679B7" w14:textId="24C819C2" w:rsidR="00BC7B51" w:rsidRPr="005404CB" w:rsidRDefault="00FF1E03" w:rsidP="00BC7B51">
            <w:pPr>
              <w:pStyle w:val="SIText"/>
              <w:rPr>
                <w:rFonts w:eastAsia="Calibri"/>
              </w:rPr>
            </w:pPr>
            <w:r w:rsidRPr="00370B5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2295F5B5" w:rsidR="00E17A92" w:rsidRPr="005404CB" w:rsidRDefault="00FF1E03" w:rsidP="005404CB">
            <w:pPr>
              <w:pStyle w:val="SIText"/>
            </w:pPr>
            <w:hyperlink r:id="rId12" w:history="1">
              <w:r w:rsidR="00E17A92" w:rsidRPr="00FF1E03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B9BC9" w14:textId="77777777" w:rsidR="009C144A" w:rsidRDefault="009C144A" w:rsidP="00BF3F0A">
      <w:r>
        <w:separator/>
      </w:r>
    </w:p>
    <w:p w14:paraId="6B047171" w14:textId="77777777" w:rsidR="009C144A" w:rsidRDefault="009C144A"/>
  </w:endnote>
  <w:endnote w:type="continuationSeparator" w:id="0">
    <w:p w14:paraId="010FB5BF" w14:textId="77777777" w:rsidR="009C144A" w:rsidRDefault="009C144A" w:rsidP="00BF3F0A">
      <w:r>
        <w:continuationSeparator/>
      </w:r>
    </w:p>
    <w:p w14:paraId="52BC1715" w14:textId="77777777" w:rsidR="009C144A" w:rsidRDefault="009C14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90879" w14:textId="77777777" w:rsidR="009C144A" w:rsidRDefault="009C144A" w:rsidP="00BF3F0A">
      <w:r>
        <w:separator/>
      </w:r>
    </w:p>
    <w:p w14:paraId="33F6BA36" w14:textId="77777777" w:rsidR="009C144A" w:rsidRDefault="009C144A"/>
  </w:footnote>
  <w:footnote w:type="continuationSeparator" w:id="0">
    <w:p w14:paraId="476772BA" w14:textId="77777777" w:rsidR="009C144A" w:rsidRDefault="009C144A" w:rsidP="00BF3F0A">
      <w:r>
        <w:continuationSeparator/>
      </w:r>
    </w:p>
    <w:p w14:paraId="66A92E0C" w14:textId="77777777" w:rsidR="009C144A" w:rsidRDefault="009C14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537A45A3" w:rsidR="009C2650" w:rsidRPr="006D0C87" w:rsidRDefault="00824EED" w:rsidP="006D0C87">
    <w:sdt>
      <w:sdtPr>
        <w:rPr>
          <w:lang w:eastAsia="en-US"/>
        </w:rPr>
        <w:id w:val="-1414467525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049161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8673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D0C87" w:rsidRPr="006D0C87">
      <w:rPr>
        <w:lang w:eastAsia="en-US"/>
      </w:rPr>
      <w:t>AHCWRK3</w:t>
    </w:r>
    <w:r w:rsidR="00277778">
      <w:t>X</w:t>
    </w:r>
    <w:r w:rsidR="006D0C87" w:rsidRPr="006D0C87">
      <w:rPr>
        <w:lang w:eastAsia="en-US"/>
      </w:rPr>
      <w:t>4 Respond to rescue incidents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8674"/>
    <o:shapelayout v:ext="edit">
      <o:idmap v:ext="edit" data="2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70A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236E"/>
    <w:rsid w:val="00105AEA"/>
    <w:rsid w:val="001078BF"/>
    <w:rsid w:val="0012725C"/>
    <w:rsid w:val="00133957"/>
    <w:rsid w:val="001372F6"/>
    <w:rsid w:val="00144385"/>
    <w:rsid w:val="00146EEC"/>
    <w:rsid w:val="00151D55"/>
    <w:rsid w:val="00151D93"/>
    <w:rsid w:val="00156D52"/>
    <w:rsid w:val="00156EF3"/>
    <w:rsid w:val="00176E4F"/>
    <w:rsid w:val="00184C83"/>
    <w:rsid w:val="0018546B"/>
    <w:rsid w:val="00187255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53A07"/>
    <w:rsid w:val="00262CA1"/>
    <w:rsid w:val="00262FC3"/>
    <w:rsid w:val="0026394F"/>
    <w:rsid w:val="00267AF6"/>
    <w:rsid w:val="00276DB8"/>
    <w:rsid w:val="00277778"/>
    <w:rsid w:val="00282664"/>
    <w:rsid w:val="00285FB8"/>
    <w:rsid w:val="002960AC"/>
    <w:rsid w:val="00296DE6"/>
    <w:rsid w:val="002970C3"/>
    <w:rsid w:val="002A4CD3"/>
    <w:rsid w:val="002A6CC4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176DB"/>
    <w:rsid w:val="00321A39"/>
    <w:rsid w:val="00333245"/>
    <w:rsid w:val="00337E82"/>
    <w:rsid w:val="00346FDC"/>
    <w:rsid w:val="00350BB1"/>
    <w:rsid w:val="00352C83"/>
    <w:rsid w:val="00366805"/>
    <w:rsid w:val="0037067D"/>
    <w:rsid w:val="00371BF3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1153"/>
    <w:rsid w:val="003D2E73"/>
    <w:rsid w:val="003D33FD"/>
    <w:rsid w:val="003D41D2"/>
    <w:rsid w:val="003E72B6"/>
    <w:rsid w:val="003E7BBE"/>
    <w:rsid w:val="0040719F"/>
    <w:rsid w:val="004105E5"/>
    <w:rsid w:val="004127E3"/>
    <w:rsid w:val="004272A1"/>
    <w:rsid w:val="0042783A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3D80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87F9D"/>
    <w:rsid w:val="00690C44"/>
    <w:rsid w:val="00695C89"/>
    <w:rsid w:val="006969D9"/>
    <w:rsid w:val="006A2B68"/>
    <w:rsid w:val="006A5814"/>
    <w:rsid w:val="006B068D"/>
    <w:rsid w:val="006C2F32"/>
    <w:rsid w:val="006D0C87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929"/>
    <w:rsid w:val="007444CF"/>
    <w:rsid w:val="00752C75"/>
    <w:rsid w:val="00757005"/>
    <w:rsid w:val="00761DBE"/>
    <w:rsid w:val="0076523B"/>
    <w:rsid w:val="00770FC4"/>
    <w:rsid w:val="00771B60"/>
    <w:rsid w:val="00781D77"/>
    <w:rsid w:val="00783549"/>
    <w:rsid w:val="007860B7"/>
    <w:rsid w:val="00786DC8"/>
    <w:rsid w:val="007A300D"/>
    <w:rsid w:val="007C073C"/>
    <w:rsid w:val="007D5A78"/>
    <w:rsid w:val="007E3BD1"/>
    <w:rsid w:val="007F1563"/>
    <w:rsid w:val="007F1D09"/>
    <w:rsid w:val="007F1EB2"/>
    <w:rsid w:val="007F44DB"/>
    <w:rsid w:val="007F5A8B"/>
    <w:rsid w:val="00817D51"/>
    <w:rsid w:val="00823530"/>
    <w:rsid w:val="00823FF4"/>
    <w:rsid w:val="00824EED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0CF3"/>
    <w:rsid w:val="008A12ED"/>
    <w:rsid w:val="008A39D3"/>
    <w:rsid w:val="008B2C77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901150"/>
    <w:rsid w:val="00912B96"/>
    <w:rsid w:val="009148D7"/>
    <w:rsid w:val="00916CD7"/>
    <w:rsid w:val="00920927"/>
    <w:rsid w:val="00921B38"/>
    <w:rsid w:val="009235B5"/>
    <w:rsid w:val="00923720"/>
    <w:rsid w:val="0092684D"/>
    <w:rsid w:val="009278C9"/>
    <w:rsid w:val="00932CD7"/>
    <w:rsid w:val="00944C09"/>
    <w:rsid w:val="009527CB"/>
    <w:rsid w:val="00953835"/>
    <w:rsid w:val="00960F6C"/>
    <w:rsid w:val="009642C8"/>
    <w:rsid w:val="00970747"/>
    <w:rsid w:val="00992D32"/>
    <w:rsid w:val="00997BFC"/>
    <w:rsid w:val="009A5900"/>
    <w:rsid w:val="009A6E6C"/>
    <w:rsid w:val="009A6F3F"/>
    <w:rsid w:val="009B06B3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695B"/>
    <w:rsid w:val="00A10E32"/>
    <w:rsid w:val="00A13052"/>
    <w:rsid w:val="00A216A8"/>
    <w:rsid w:val="00A223A6"/>
    <w:rsid w:val="00A30D0E"/>
    <w:rsid w:val="00A3639E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5647B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30A9"/>
    <w:rsid w:val="00C85324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365B"/>
    <w:rsid w:val="00CE45CA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00BE"/>
    <w:rsid w:val="00D91188"/>
    <w:rsid w:val="00D911DD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01F9F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E3E10"/>
    <w:rsid w:val="00EF01F8"/>
    <w:rsid w:val="00EF050C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A1D83"/>
    <w:rsid w:val="00FB232E"/>
    <w:rsid w:val="00FD557D"/>
    <w:rsid w:val="00FE0282"/>
    <w:rsid w:val="00FE124D"/>
    <w:rsid w:val="00FE792C"/>
    <w:rsid w:val="00FF1E03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FF1E0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FF1E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199416d06cc137e8636255aac630d3d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f4940d3b7d64e8e057d171e50d91960f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D67F34-68AF-4BD4-AFBC-E2C534BD16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256</TotalTime>
  <Pages>3</Pages>
  <Words>865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97</cp:revision>
  <cp:lastPrinted>2016-05-27T05:21:00Z</cp:lastPrinted>
  <dcterms:created xsi:type="dcterms:W3CDTF">2021-08-11T23:10:00Z</dcterms:created>
  <dcterms:modified xsi:type="dcterms:W3CDTF">2021-11-25T07:44:00Z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